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A57" w:rsidRPr="00351A45" w:rsidRDefault="00CF1A57" w:rsidP="0005701A">
      <w:pPr>
        <w:pStyle w:val="10"/>
        <w:tabs>
          <w:tab w:val="left" w:pos="7718"/>
        </w:tabs>
        <w:autoSpaceDN w:val="0"/>
        <w:spacing w:line="290" w:lineRule="exact"/>
        <w:rPr>
          <w:rFonts w:hAnsi="ＭＳ 明朝" w:hint="eastAsia"/>
        </w:rPr>
      </w:pPr>
      <w:r w:rsidRPr="00351A45">
        <w:rPr>
          <w:rFonts w:hAnsi="ＭＳ 明朝" w:hint="eastAsia"/>
        </w:rPr>
        <w:t>様式第１号</w:t>
      </w:r>
      <w:bookmarkStart w:id="0" w:name="_GoBack"/>
      <w:bookmarkEnd w:id="0"/>
    </w:p>
    <w:p w:rsidR="00CF1A57" w:rsidRPr="00351A45" w:rsidRDefault="00CF1A57" w:rsidP="0005701A">
      <w:pPr>
        <w:autoSpaceDN w:val="0"/>
        <w:spacing w:line="290" w:lineRule="exact"/>
        <w:rPr>
          <w:rFonts w:hAnsi="ＭＳ 明朝" w:hint="eastAsia"/>
        </w:rPr>
      </w:pPr>
    </w:p>
    <w:p w:rsidR="00CF1A57" w:rsidRPr="00351A45" w:rsidRDefault="00A30212" w:rsidP="0005701A">
      <w:pPr>
        <w:pStyle w:val="a8"/>
        <w:autoSpaceDN w:val="0"/>
        <w:spacing w:line="290" w:lineRule="exact"/>
        <w:rPr>
          <w:rFonts w:hAnsi="ＭＳ 明朝" w:hint="eastAsia"/>
          <w:kern w:val="22"/>
          <w:sz w:val="24"/>
        </w:rPr>
      </w:pPr>
      <w:r w:rsidRPr="00351A45">
        <w:rPr>
          <w:rFonts w:hAnsi="ＭＳ 明朝" w:hint="eastAsia"/>
          <w:spacing w:val="18"/>
          <w:kern w:val="0"/>
          <w:sz w:val="24"/>
          <w:fitText w:val="4940" w:id="-322819840"/>
        </w:rPr>
        <w:t>条件付一般競争</w:t>
      </w:r>
      <w:r w:rsidR="00CF1A57" w:rsidRPr="00351A45">
        <w:rPr>
          <w:rFonts w:hAnsi="ＭＳ 明朝" w:hint="eastAsia"/>
          <w:spacing w:val="18"/>
          <w:kern w:val="0"/>
          <w:sz w:val="24"/>
          <w:fitText w:val="4940" w:id="-322819840"/>
        </w:rPr>
        <w:t>入札参加資格確認申請</w:t>
      </w:r>
      <w:r w:rsidR="00CF1A57" w:rsidRPr="00351A45">
        <w:rPr>
          <w:rFonts w:hAnsi="ＭＳ 明朝" w:hint="eastAsia"/>
          <w:spacing w:val="4"/>
          <w:kern w:val="0"/>
          <w:sz w:val="24"/>
          <w:fitText w:val="4940" w:id="-322819840"/>
        </w:rPr>
        <w:t>書</w:t>
      </w:r>
    </w:p>
    <w:p w:rsidR="00CF1A57" w:rsidRPr="00351A45" w:rsidRDefault="00CF1A57" w:rsidP="0005701A">
      <w:pPr>
        <w:autoSpaceDN w:val="0"/>
        <w:spacing w:line="290" w:lineRule="exact"/>
        <w:rPr>
          <w:rFonts w:hAnsi="ＭＳ 明朝" w:hint="eastAsia"/>
        </w:rPr>
      </w:pPr>
    </w:p>
    <w:p w:rsidR="00CF1A57" w:rsidRPr="00351A45" w:rsidRDefault="00D17BFE" w:rsidP="0005701A">
      <w:pPr>
        <w:pStyle w:val="a7"/>
        <w:autoSpaceDN w:val="0"/>
        <w:spacing w:line="290" w:lineRule="exact"/>
        <w:rPr>
          <w:rFonts w:hAnsi="ＭＳ 明朝" w:hint="eastAsia"/>
        </w:rPr>
      </w:pPr>
      <w:r>
        <w:rPr>
          <w:rFonts w:hAnsi="ＭＳ 明朝" w:hint="eastAsia"/>
        </w:rPr>
        <w:t>令和</w:t>
      </w:r>
      <w:r w:rsidR="00C47E02">
        <w:rPr>
          <w:rFonts w:hAnsi="ＭＳ 明朝" w:hint="eastAsia"/>
        </w:rPr>
        <w:t xml:space="preserve">　　</w:t>
      </w:r>
      <w:r w:rsidR="00CF1A57" w:rsidRPr="00351A45">
        <w:rPr>
          <w:rFonts w:hAnsi="ＭＳ 明朝" w:hint="eastAsia"/>
        </w:rPr>
        <w:t>年　　月　　日</w:t>
      </w:r>
    </w:p>
    <w:p w:rsidR="00CF1A57" w:rsidRPr="00351A45" w:rsidRDefault="00CF1A57" w:rsidP="0005701A">
      <w:pPr>
        <w:pStyle w:val="10"/>
        <w:autoSpaceDN w:val="0"/>
        <w:spacing w:line="290" w:lineRule="exact"/>
        <w:rPr>
          <w:rFonts w:hAnsi="ＭＳ 明朝" w:hint="eastAsia"/>
        </w:rPr>
      </w:pPr>
    </w:p>
    <w:p w:rsidR="00CF1A57" w:rsidRPr="00351A45" w:rsidRDefault="00CF1A57" w:rsidP="00CA5E38">
      <w:pPr>
        <w:autoSpaceDN w:val="0"/>
        <w:spacing w:line="290" w:lineRule="exact"/>
        <w:ind w:firstLineChars="100" w:firstLine="227"/>
        <w:rPr>
          <w:rFonts w:hAnsi="ＭＳ 明朝" w:hint="eastAsia"/>
        </w:rPr>
      </w:pPr>
      <w:smartTag w:uri="schemas-MSNCTYST-com/MSNCTYST" w:element="MSNCTYST">
        <w:smartTagPr>
          <w:attr w:name="Address" w:val="延岡市"/>
          <w:attr w:name="AddressList" w:val="45:宮崎県延岡市;"/>
        </w:smartTagPr>
        <w:r w:rsidRPr="00351A45">
          <w:rPr>
            <w:rFonts w:hAnsi="ＭＳ 明朝" w:hint="eastAsia"/>
          </w:rPr>
          <w:t>延岡市</w:t>
        </w:r>
      </w:smartTag>
      <w:r w:rsidR="0068295F">
        <w:rPr>
          <w:rFonts w:hAnsi="ＭＳ 明朝" w:hint="eastAsia"/>
        </w:rPr>
        <w:t>長</w:t>
      </w:r>
    </w:p>
    <w:p w:rsidR="00CF1A57" w:rsidRPr="00351A45" w:rsidRDefault="00CF1A57" w:rsidP="0005701A">
      <w:pPr>
        <w:autoSpaceDN w:val="0"/>
        <w:spacing w:line="290" w:lineRule="exact"/>
        <w:rPr>
          <w:rFonts w:hAnsi="ＭＳ 明朝" w:hint="eastAsia"/>
        </w:rPr>
      </w:pP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>特定建設工事共同企業体の名称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</w:t>
      </w:r>
      <w:r w:rsidRPr="00DC6D5A">
        <w:rPr>
          <w:rFonts w:hAnsi="ＭＳ 明朝" w:hint="eastAsia"/>
          <w:color w:val="FF0000"/>
        </w:rPr>
        <w:t>○○○（共同企業体の名称を記入）</w:t>
      </w:r>
      <w:r>
        <w:rPr>
          <w:rFonts w:hAnsi="ＭＳ 明朝" w:hint="eastAsia"/>
        </w:rPr>
        <w:t>特定建設工事共同企業体</w:t>
      </w:r>
    </w:p>
    <w:p w:rsidR="00C117A4" w:rsidRDefault="00C117A4" w:rsidP="00C117A4">
      <w:pPr>
        <w:autoSpaceDN w:val="0"/>
        <w:spacing w:line="290" w:lineRule="exact"/>
        <w:rPr>
          <w:rFonts w:hAnsi="ＭＳ 明朝" w:hint="eastAsia"/>
        </w:rPr>
      </w:pP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>特定建設工事共同企業体代表構成員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住　　　　所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商号又は名称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</w:t>
      </w:r>
      <w:r w:rsidRPr="00AF4A9D">
        <w:rPr>
          <w:rFonts w:hAnsi="ＭＳ 明朝" w:hint="eastAsia"/>
          <w:spacing w:val="33"/>
          <w:kern w:val="0"/>
          <w:fitText w:val="1362" w:id="1988976128"/>
        </w:rPr>
        <w:t>代表者氏</w:t>
      </w:r>
      <w:r w:rsidRPr="00AF4A9D">
        <w:rPr>
          <w:rFonts w:hAnsi="ＭＳ 明朝" w:hint="eastAsia"/>
          <w:kern w:val="0"/>
          <w:fitText w:val="1362" w:id="1988976128"/>
        </w:rPr>
        <w:t>名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>特定建設工事共同企業体第１構成員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住　　　　所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商号又は名称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  <w:r>
        <w:rPr>
          <w:rFonts w:hAnsi="ＭＳ 明朝" w:hint="eastAsia"/>
        </w:rPr>
        <w:t xml:space="preserve">　　　</w:t>
      </w:r>
      <w:r w:rsidRPr="00AF4A9D">
        <w:rPr>
          <w:rFonts w:hAnsi="ＭＳ 明朝" w:hint="eastAsia"/>
          <w:spacing w:val="33"/>
          <w:kern w:val="0"/>
          <w:fitText w:val="1362" w:id="1988976129"/>
        </w:rPr>
        <w:t>代表者氏</w:t>
      </w:r>
      <w:r w:rsidRPr="00AF4A9D">
        <w:rPr>
          <w:rFonts w:hAnsi="ＭＳ 明朝" w:hint="eastAsia"/>
          <w:kern w:val="0"/>
          <w:fitText w:val="1362" w:id="1988976129"/>
        </w:rPr>
        <w:t>名</w:t>
      </w:r>
    </w:p>
    <w:p w:rsidR="00C117A4" w:rsidRDefault="00C117A4" w:rsidP="00C117A4">
      <w:pPr>
        <w:autoSpaceDN w:val="0"/>
        <w:spacing w:line="290" w:lineRule="exact"/>
        <w:ind w:leftChars="1000" w:left="2267"/>
        <w:rPr>
          <w:rFonts w:hAnsi="ＭＳ 明朝" w:hint="eastAsia"/>
        </w:rPr>
      </w:pPr>
    </w:p>
    <w:p w:rsidR="00C117A4" w:rsidRDefault="0049788C" w:rsidP="00C117A4">
      <w:pPr>
        <w:autoSpaceDN w:val="0"/>
        <w:spacing w:line="290" w:lineRule="exact"/>
        <w:rPr>
          <w:rFonts w:hAnsi="ＭＳ 明朝" w:hint="eastAsia"/>
        </w:rPr>
      </w:pPr>
      <w:r>
        <w:rPr>
          <w:rFonts w:hAnsi="ＭＳ 明朝" w:hint="eastAsia"/>
          <w:noProof/>
          <w:kern w:val="20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2383790</wp:posOffset>
                </wp:positionH>
                <wp:positionV relativeFrom="paragraph">
                  <wp:posOffset>156845</wp:posOffset>
                </wp:positionV>
                <wp:extent cx="3171190" cy="764540"/>
                <wp:effectExtent l="0" t="0" r="0" b="0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190" cy="76454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09BA9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4" o:spid="_x0000_s1026" type="#_x0000_t185" style="position:absolute;left:0;text-align:left;margin-left:187.7pt;margin-top:12.35pt;width:249.7pt;height:60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">
                <v:textbox inset="5.85pt,.7pt,5.85pt,.7pt"/>
              </v:shape>
            </w:pict>
          </mc:Fallback>
        </mc:AlternateContent>
      </w:r>
    </w:p>
    <w:p w:rsidR="00C117A4" w:rsidRDefault="00C117A4" w:rsidP="00C117A4">
      <w:pPr>
        <w:autoSpaceDN w:val="0"/>
        <w:spacing w:line="290" w:lineRule="exact"/>
        <w:ind w:leftChars="1800" w:left="4081"/>
        <w:rPr>
          <w:rFonts w:hAnsi="ＭＳ 明朝" w:hint="eastAsia"/>
        </w:rPr>
      </w:pPr>
      <w:r>
        <w:rPr>
          <w:rFonts w:hAnsi="ＭＳ 明朝" w:hint="eastAsia"/>
        </w:rPr>
        <w:t>本申請書についての問合せ先</w:t>
      </w:r>
    </w:p>
    <w:p w:rsidR="00C117A4" w:rsidRDefault="00C117A4" w:rsidP="00C117A4">
      <w:pPr>
        <w:autoSpaceDN w:val="0"/>
        <w:spacing w:line="290" w:lineRule="exact"/>
        <w:ind w:leftChars="1800" w:left="4081"/>
        <w:rPr>
          <w:rFonts w:hAnsi="ＭＳ 明朝" w:hint="eastAsia"/>
        </w:rPr>
      </w:pPr>
      <w:r w:rsidRPr="00C117A4">
        <w:rPr>
          <w:rFonts w:hAnsi="ＭＳ 明朝" w:hint="eastAsia"/>
          <w:spacing w:val="27"/>
          <w:kern w:val="0"/>
          <w:fitText w:val="1589" w:id="1988976130"/>
        </w:rPr>
        <w:t>商号又は名</w:t>
      </w:r>
      <w:r w:rsidRPr="00C117A4">
        <w:rPr>
          <w:rFonts w:hAnsi="ＭＳ 明朝" w:hint="eastAsia"/>
          <w:kern w:val="0"/>
          <w:fitText w:val="1589" w:id="1988976130"/>
        </w:rPr>
        <w:t>称</w:t>
      </w:r>
    </w:p>
    <w:p w:rsidR="00C117A4" w:rsidRDefault="00C117A4" w:rsidP="00C117A4">
      <w:pPr>
        <w:autoSpaceDN w:val="0"/>
        <w:spacing w:line="290" w:lineRule="exact"/>
        <w:ind w:leftChars="1800" w:left="4081"/>
        <w:rPr>
          <w:rFonts w:hAnsi="ＭＳ 明朝" w:hint="eastAsia"/>
        </w:rPr>
      </w:pPr>
      <w:r w:rsidRPr="005A0DD1">
        <w:rPr>
          <w:rFonts w:hAnsi="ＭＳ 明朝" w:hint="eastAsia"/>
          <w:w w:val="90"/>
          <w:kern w:val="0"/>
          <w:fitText w:val="1589" w:id="1988976131"/>
        </w:rPr>
        <w:t>申請書作成者氏名</w:t>
      </w:r>
    </w:p>
    <w:p w:rsidR="00C117A4" w:rsidRDefault="00C117A4" w:rsidP="00C117A4">
      <w:pPr>
        <w:autoSpaceDN w:val="0"/>
        <w:spacing w:line="290" w:lineRule="exact"/>
        <w:ind w:leftChars="1800" w:left="4081"/>
        <w:rPr>
          <w:rFonts w:hAnsi="ＭＳ 明朝" w:hint="eastAsia"/>
        </w:rPr>
      </w:pPr>
      <w:r>
        <w:rPr>
          <w:rFonts w:hAnsi="ＭＳ 明朝" w:hint="eastAsia"/>
        </w:rPr>
        <w:t>連絡先電話番号</w:t>
      </w:r>
    </w:p>
    <w:p w:rsidR="00C117A4" w:rsidRPr="0005716F" w:rsidRDefault="00C117A4" w:rsidP="00C117A4">
      <w:pPr>
        <w:autoSpaceDN w:val="0"/>
        <w:spacing w:line="290" w:lineRule="exact"/>
        <w:rPr>
          <w:rFonts w:hAnsi="ＭＳ 明朝" w:hint="eastAsia"/>
        </w:rPr>
      </w:pPr>
    </w:p>
    <w:p w:rsidR="00C117A4" w:rsidRPr="0005716F" w:rsidRDefault="00C117A4" w:rsidP="00C117A4">
      <w:pPr>
        <w:autoSpaceDN w:val="0"/>
        <w:spacing w:line="290" w:lineRule="exact"/>
        <w:ind w:firstLineChars="100" w:firstLine="227"/>
        <w:rPr>
          <w:rFonts w:hAnsi="ＭＳ 明朝" w:hint="eastAsia"/>
        </w:rPr>
      </w:pPr>
      <w:r w:rsidRPr="0005716F">
        <w:rPr>
          <w:rFonts w:hAnsi="ＭＳ 明朝" w:hint="eastAsia"/>
        </w:rPr>
        <w:t>条件付一般競争入札の入札参加資格の確認について、下記の書類を添えて申請します。なお、添付書類の内容については、事実と相違ないことを誓約します。</w:t>
      </w:r>
    </w:p>
    <w:p w:rsidR="00C117A4" w:rsidRPr="0005716F" w:rsidRDefault="00C117A4" w:rsidP="00C117A4">
      <w:pPr>
        <w:autoSpaceDN w:val="0"/>
        <w:spacing w:line="290" w:lineRule="exact"/>
        <w:rPr>
          <w:rFonts w:hAnsi="ＭＳ 明朝" w:hint="eastAsia"/>
        </w:rPr>
      </w:pPr>
    </w:p>
    <w:p w:rsidR="00C117A4" w:rsidRDefault="00C117A4" w:rsidP="00C117A4">
      <w:pPr>
        <w:pStyle w:val="a8"/>
        <w:autoSpaceDN w:val="0"/>
        <w:spacing w:line="290" w:lineRule="exact"/>
        <w:rPr>
          <w:rFonts w:hAnsi="ＭＳ 明朝" w:hint="eastAsia"/>
        </w:rPr>
      </w:pPr>
      <w:r w:rsidRPr="0005716F">
        <w:rPr>
          <w:rFonts w:hAnsi="ＭＳ 明朝" w:hint="eastAsia"/>
        </w:rPr>
        <w:t>記</w:t>
      </w:r>
    </w:p>
    <w:p w:rsidR="00C117A4" w:rsidRPr="00012D00" w:rsidRDefault="00C117A4" w:rsidP="00C117A4">
      <w:pPr>
        <w:rPr>
          <w:rFonts w:hint="eastAsia"/>
        </w:rPr>
      </w:pPr>
    </w:p>
    <w:p w:rsidR="00C117A4" w:rsidRPr="0005716F" w:rsidRDefault="00C117A4" w:rsidP="00C117A4">
      <w:pPr>
        <w:spacing w:line="290" w:lineRule="exact"/>
        <w:rPr>
          <w:rFonts w:hAnsi="ＭＳ 明朝" w:hint="eastAsia"/>
        </w:rPr>
      </w:pPr>
      <w:r>
        <w:rPr>
          <w:rFonts w:hAnsi="ＭＳ 明朝" w:hint="eastAsia"/>
        </w:rPr>
        <w:t>１</w:t>
      </w:r>
      <w:r w:rsidRPr="0005716F">
        <w:rPr>
          <w:rFonts w:hAnsi="ＭＳ 明朝" w:hint="eastAsia"/>
        </w:rPr>
        <w:t xml:space="preserve">　件　名</w:t>
      </w:r>
    </w:p>
    <w:p w:rsidR="00C117A4" w:rsidRPr="00410EC4" w:rsidRDefault="00C117A4" w:rsidP="00483C6E">
      <w:pPr>
        <w:autoSpaceDN w:val="0"/>
        <w:spacing w:line="290" w:lineRule="exact"/>
        <w:ind w:firstLineChars="200" w:firstLine="453"/>
        <w:rPr>
          <w:rFonts w:hAnsi="ＭＳ 明朝" w:hint="eastAsia"/>
        </w:rPr>
      </w:pPr>
      <w:r w:rsidRPr="0005716F">
        <w:rPr>
          <w:rFonts w:hAnsi="ＭＳ 明朝" w:hint="eastAsia"/>
        </w:rPr>
        <w:t xml:space="preserve">公告日　</w:t>
      </w:r>
      <w:r w:rsidR="00483C6E">
        <w:rPr>
          <w:rFonts w:hAnsi="ＭＳ 明朝" w:hint="eastAsia"/>
        </w:rPr>
        <w:t>令和８</w:t>
      </w:r>
      <w:r w:rsidRPr="00410EC4">
        <w:rPr>
          <w:rFonts w:hAnsi="ＭＳ 明朝" w:hint="eastAsia"/>
        </w:rPr>
        <w:t>年</w:t>
      </w:r>
      <w:r w:rsidR="00483C6E">
        <w:rPr>
          <w:rFonts w:hAnsi="ＭＳ 明朝" w:hint="eastAsia"/>
        </w:rPr>
        <w:t>２</w:t>
      </w:r>
      <w:r w:rsidRPr="00410EC4">
        <w:rPr>
          <w:rFonts w:hAnsi="ＭＳ 明朝" w:hint="eastAsia"/>
        </w:rPr>
        <w:t>月</w:t>
      </w:r>
      <w:r w:rsidR="00483C6E">
        <w:rPr>
          <w:rFonts w:hAnsi="ＭＳ 明朝" w:hint="eastAsia"/>
        </w:rPr>
        <w:t>１３</w:t>
      </w:r>
      <w:r w:rsidRPr="00410EC4">
        <w:rPr>
          <w:rFonts w:hAnsi="ＭＳ 明朝" w:hint="eastAsia"/>
        </w:rPr>
        <w:t>日</w:t>
      </w:r>
    </w:p>
    <w:p w:rsidR="00C117A4" w:rsidRPr="00410EC4" w:rsidRDefault="00C117A4" w:rsidP="00C117A4">
      <w:pPr>
        <w:spacing w:line="290" w:lineRule="exact"/>
        <w:ind w:firstLineChars="200" w:firstLine="453"/>
        <w:rPr>
          <w:rFonts w:hAnsi="ＭＳ 明朝" w:hint="eastAsia"/>
        </w:rPr>
      </w:pPr>
      <w:r w:rsidRPr="00410EC4">
        <w:rPr>
          <w:rFonts w:hAnsi="ＭＳ 明朝" w:hint="eastAsia"/>
        </w:rPr>
        <w:t>工事名</w:t>
      </w:r>
      <w:r>
        <w:rPr>
          <w:rFonts w:hAnsi="ＭＳ 明朝" w:hint="eastAsia"/>
        </w:rPr>
        <w:t xml:space="preserve">　</w:t>
      </w:r>
      <w:r w:rsidR="00483C6E" w:rsidRPr="00483C6E">
        <w:rPr>
          <w:rFonts w:hAnsi="ＭＳ 明朝" w:hint="eastAsia"/>
        </w:rPr>
        <w:t>妙田下水処理場脱水機機械設備工事</w:t>
      </w:r>
    </w:p>
    <w:p w:rsidR="00C117A4" w:rsidRPr="001C5088" w:rsidRDefault="00C117A4" w:rsidP="00C117A4">
      <w:pPr>
        <w:spacing w:line="290" w:lineRule="exact"/>
        <w:rPr>
          <w:rFonts w:hAnsi="ＭＳ 明朝" w:hint="eastAsia"/>
        </w:rPr>
      </w:pPr>
    </w:p>
    <w:p w:rsidR="00C117A4" w:rsidRPr="00116319" w:rsidRDefault="00C117A4" w:rsidP="00C117A4">
      <w:pPr>
        <w:spacing w:line="290" w:lineRule="exact"/>
        <w:rPr>
          <w:rFonts w:hAnsi="ＭＳ 明朝" w:hint="eastAsia"/>
        </w:rPr>
      </w:pPr>
      <w:r>
        <w:rPr>
          <w:rFonts w:hAnsi="ＭＳ 明朝" w:hint="eastAsia"/>
        </w:rPr>
        <w:t xml:space="preserve">２　</w:t>
      </w:r>
      <w:r w:rsidRPr="0030691C">
        <w:rPr>
          <w:rFonts w:hAnsi="ＭＳ 明朝" w:hint="eastAsia"/>
        </w:rPr>
        <w:t>提出書類</w:t>
      </w:r>
    </w:p>
    <w:p w:rsidR="00C117A4" w:rsidRPr="00A0709E" w:rsidRDefault="00C117A4" w:rsidP="00C117A4">
      <w:pPr>
        <w:autoSpaceDN w:val="0"/>
        <w:spacing w:line="290" w:lineRule="exact"/>
        <w:ind w:right="-21" w:firstLineChars="100" w:firstLine="217"/>
        <w:rPr>
          <w:rFonts w:hAnsi="ＭＳ 明朝" w:hint="eastAsia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 xml:space="preserve">⑴　</w:t>
      </w:r>
      <w:r w:rsidRPr="00A0709E">
        <w:rPr>
          <w:rFonts w:hAnsi="ＭＳ 明朝" w:hint="eastAsia"/>
          <w:kern w:val="22"/>
          <w:sz w:val="21"/>
          <w:szCs w:val="21"/>
        </w:rPr>
        <w:t>配置予定技術者調書</w:t>
      </w:r>
      <w:r w:rsidR="001D7182" w:rsidRPr="00A0709E">
        <w:rPr>
          <w:rFonts w:hAnsi="ＭＳ 明朝" w:hint="eastAsia"/>
          <w:kern w:val="20"/>
          <w:sz w:val="21"/>
          <w:szCs w:val="21"/>
        </w:rPr>
        <w:t>（様式第２号その１、その２）（構成員全員分）</w:t>
      </w:r>
    </w:p>
    <w:p w:rsidR="00C117A4" w:rsidRPr="00A0709E" w:rsidRDefault="00C117A4" w:rsidP="00C117A4">
      <w:pPr>
        <w:autoSpaceDN w:val="0"/>
        <w:spacing w:line="290" w:lineRule="exact"/>
        <w:ind w:right="-21" w:firstLineChars="250" w:firstLine="542"/>
        <w:rPr>
          <w:rFonts w:hAnsi="ＭＳ 明朝" w:hint="eastAsia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 xml:space="preserve">(添付１) </w:t>
      </w:r>
      <w:r w:rsidR="00E4056C" w:rsidRPr="00A0709E">
        <w:rPr>
          <w:rFonts w:hAnsi="ＭＳ 明朝" w:hint="eastAsia"/>
          <w:kern w:val="20"/>
          <w:sz w:val="21"/>
          <w:szCs w:val="21"/>
        </w:rPr>
        <w:t>営業所の専任技術者を証する書類の写し</w:t>
      </w:r>
    </w:p>
    <w:p w:rsidR="00D5456A" w:rsidRPr="00A0709E" w:rsidRDefault="00E4056C" w:rsidP="00E4056C">
      <w:pPr>
        <w:autoSpaceDN w:val="0"/>
        <w:spacing w:line="290" w:lineRule="exact"/>
        <w:ind w:right="-21" w:firstLineChars="250" w:firstLine="542"/>
        <w:rPr>
          <w:rFonts w:hAnsi="ＭＳ 明朝" w:hint="eastAsia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>(添付２) 配置予定技術者の保有する資格等を確認できる書類の写し</w:t>
      </w:r>
    </w:p>
    <w:p w:rsidR="00C117A4" w:rsidRDefault="00483C6E" w:rsidP="00483C6E">
      <w:pPr>
        <w:autoSpaceDN w:val="0"/>
        <w:spacing w:line="290" w:lineRule="exact"/>
        <w:ind w:right="-21" w:firstLineChars="200" w:firstLine="433"/>
        <w:rPr>
          <w:rFonts w:hAnsi="ＭＳ 明朝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 xml:space="preserve"> </w:t>
      </w:r>
      <w:r w:rsidR="00C117A4" w:rsidRPr="00A0709E">
        <w:rPr>
          <w:rFonts w:hAnsi="ＭＳ 明朝" w:hint="eastAsia"/>
          <w:kern w:val="20"/>
          <w:sz w:val="21"/>
          <w:szCs w:val="21"/>
        </w:rPr>
        <w:t>(</w:t>
      </w:r>
      <w:r w:rsidR="00D5456A" w:rsidRPr="00A0709E">
        <w:rPr>
          <w:rFonts w:hAnsi="ＭＳ 明朝" w:hint="eastAsia"/>
          <w:kern w:val="20"/>
          <w:sz w:val="21"/>
          <w:szCs w:val="21"/>
        </w:rPr>
        <w:t>添付３</w:t>
      </w:r>
      <w:r w:rsidR="00C117A4" w:rsidRPr="00A0709E">
        <w:rPr>
          <w:rFonts w:hAnsi="ＭＳ 明朝" w:hint="eastAsia"/>
          <w:kern w:val="20"/>
          <w:sz w:val="21"/>
          <w:szCs w:val="21"/>
        </w:rPr>
        <w:t>) 配置予</w:t>
      </w:r>
      <w:r w:rsidR="00E4056C" w:rsidRPr="00A0709E">
        <w:rPr>
          <w:rFonts w:hAnsi="ＭＳ 明朝" w:hint="eastAsia"/>
          <w:kern w:val="20"/>
          <w:sz w:val="21"/>
          <w:szCs w:val="21"/>
        </w:rPr>
        <w:t>定技術者が従業員であることを確認できる書類の写し</w:t>
      </w:r>
    </w:p>
    <w:p w:rsidR="00483C6E" w:rsidRPr="00A0709E" w:rsidRDefault="00483C6E" w:rsidP="00483C6E">
      <w:pPr>
        <w:autoSpaceDN w:val="0"/>
        <w:ind w:right="-21" w:firstLineChars="250" w:firstLine="542"/>
        <w:rPr>
          <w:rFonts w:hAnsi="ＭＳ 明朝" w:hint="eastAsia"/>
          <w:snapToGrid w:val="0"/>
          <w:sz w:val="21"/>
          <w:szCs w:val="21"/>
        </w:rPr>
      </w:pPr>
      <w:r w:rsidRPr="00A0709E">
        <w:rPr>
          <w:rFonts w:hAnsi="ＭＳ 明朝"/>
          <w:kern w:val="20"/>
          <w:sz w:val="21"/>
          <w:szCs w:val="21"/>
        </w:rPr>
        <w:t>(</w:t>
      </w:r>
      <w:r w:rsidRPr="00A0709E">
        <w:rPr>
          <w:rFonts w:hAnsi="ＭＳ 明朝" w:hint="eastAsia"/>
          <w:kern w:val="20"/>
          <w:sz w:val="21"/>
          <w:szCs w:val="21"/>
        </w:rPr>
        <w:t>添付４)</w:t>
      </w:r>
      <w:r w:rsidRPr="00A0709E">
        <w:rPr>
          <w:rFonts w:hAnsi="ＭＳ 明朝"/>
          <w:kern w:val="20"/>
          <w:sz w:val="21"/>
          <w:szCs w:val="21"/>
        </w:rPr>
        <w:t xml:space="preserve"> </w:t>
      </w:r>
      <w:r w:rsidRPr="00A0709E">
        <w:rPr>
          <w:rFonts w:hAnsi="ＭＳ 明朝" w:hint="eastAsia"/>
          <w:snapToGrid w:val="0"/>
          <w:sz w:val="21"/>
          <w:szCs w:val="21"/>
        </w:rPr>
        <w:t>実務経験証明書（実務経験により、配置予定技術者となる者のみ提出。</w:t>
      </w:r>
    </w:p>
    <w:p w:rsidR="00483C6E" w:rsidRPr="00483C6E" w:rsidRDefault="00483C6E" w:rsidP="00483C6E">
      <w:pPr>
        <w:autoSpaceDN w:val="0"/>
        <w:ind w:right="-21" w:firstLineChars="1500" w:firstLine="3251"/>
        <w:rPr>
          <w:rFonts w:hAnsi="ＭＳ 明朝" w:hint="eastAsia"/>
          <w:snapToGrid w:val="0"/>
          <w:sz w:val="21"/>
          <w:szCs w:val="21"/>
        </w:rPr>
      </w:pPr>
      <w:r w:rsidRPr="007F7D9B">
        <w:rPr>
          <w:rFonts w:hAnsi="ＭＳ 明朝" w:hint="eastAsia"/>
          <w:snapToGrid w:val="0"/>
          <w:sz w:val="21"/>
          <w:szCs w:val="21"/>
        </w:rPr>
        <w:t>添付２を提出する場合は不要。）</w:t>
      </w:r>
    </w:p>
    <w:p w:rsidR="009011ED" w:rsidRDefault="009011ED" w:rsidP="009011ED">
      <w:pPr>
        <w:autoSpaceDN w:val="0"/>
        <w:spacing w:line="290" w:lineRule="exact"/>
        <w:ind w:right="-21" w:firstLineChars="100" w:firstLine="217"/>
        <w:rPr>
          <w:rFonts w:hAnsi="ＭＳ 明朝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>⑵　誓約書（様式第３号）</w:t>
      </w:r>
    </w:p>
    <w:p w:rsidR="009011ED" w:rsidRDefault="00483C6E" w:rsidP="009011ED">
      <w:pPr>
        <w:autoSpaceDN w:val="0"/>
        <w:spacing w:line="290" w:lineRule="exact"/>
        <w:ind w:right="-21" w:firstLineChars="100" w:firstLine="217"/>
        <w:rPr>
          <w:rFonts w:hAnsi="ＭＳ 明朝"/>
          <w:kern w:val="20"/>
          <w:sz w:val="21"/>
          <w:szCs w:val="21"/>
        </w:rPr>
      </w:pPr>
      <w:r>
        <w:rPr>
          <w:rFonts w:hAnsi="ＭＳ 明朝" w:hint="eastAsia"/>
          <w:kern w:val="20"/>
          <w:sz w:val="21"/>
          <w:szCs w:val="21"/>
        </w:rPr>
        <w:t>⑶</w:t>
      </w:r>
      <w:r w:rsidR="009011ED" w:rsidRPr="00A0709E">
        <w:rPr>
          <w:rFonts w:hAnsi="ＭＳ 明朝" w:hint="eastAsia"/>
          <w:kern w:val="20"/>
          <w:sz w:val="21"/>
          <w:szCs w:val="21"/>
        </w:rPr>
        <w:t xml:space="preserve">　特定建設工事共同企業体協定書の写し（構成員全員分の押印のあるもの）</w:t>
      </w:r>
    </w:p>
    <w:p w:rsidR="009011ED" w:rsidRPr="00A0709E" w:rsidRDefault="00483C6E" w:rsidP="009011ED">
      <w:pPr>
        <w:autoSpaceDN w:val="0"/>
        <w:spacing w:line="290" w:lineRule="exact"/>
        <w:ind w:right="-21" w:firstLineChars="100" w:firstLine="217"/>
        <w:rPr>
          <w:rFonts w:hAnsi="ＭＳ 明朝" w:hint="eastAsia"/>
          <w:kern w:val="20"/>
          <w:sz w:val="21"/>
          <w:szCs w:val="21"/>
        </w:rPr>
      </w:pPr>
      <w:r>
        <w:rPr>
          <w:rFonts w:hAnsi="ＭＳ 明朝" w:hint="eastAsia"/>
          <w:kern w:val="20"/>
          <w:sz w:val="21"/>
          <w:szCs w:val="21"/>
        </w:rPr>
        <w:t>⑷</w:t>
      </w:r>
      <w:r w:rsidR="009011ED" w:rsidRPr="00A0709E">
        <w:rPr>
          <w:rFonts w:hAnsi="ＭＳ 明朝" w:hint="eastAsia"/>
          <w:kern w:val="20"/>
          <w:sz w:val="21"/>
          <w:szCs w:val="21"/>
        </w:rPr>
        <w:t xml:space="preserve">　経営規模等評価結果通知書・総合評定値通知書の写し（構成員全員分）</w:t>
      </w:r>
    </w:p>
    <w:p w:rsidR="009011ED" w:rsidRPr="00A0709E" w:rsidRDefault="009011ED" w:rsidP="009011ED">
      <w:pPr>
        <w:autoSpaceDN w:val="0"/>
        <w:spacing w:line="290" w:lineRule="exact"/>
        <w:ind w:right="-21" w:firstLineChars="100" w:firstLine="217"/>
        <w:rPr>
          <w:rFonts w:hAnsi="ＭＳ 明朝" w:hint="eastAsia"/>
          <w:kern w:val="20"/>
          <w:sz w:val="21"/>
          <w:szCs w:val="21"/>
        </w:rPr>
      </w:pPr>
      <w:r w:rsidRPr="00A0709E">
        <w:rPr>
          <w:rFonts w:hAnsi="ＭＳ 明朝" w:hint="eastAsia"/>
          <w:kern w:val="20"/>
          <w:sz w:val="21"/>
          <w:szCs w:val="21"/>
        </w:rPr>
        <w:t xml:space="preserve">　　</w:t>
      </w:r>
      <w:r w:rsidRPr="00A0709E">
        <w:rPr>
          <w:rFonts w:hAnsi="ＭＳ 明朝" w:hint="eastAsia"/>
          <w:snapToGrid w:val="0"/>
          <w:sz w:val="21"/>
          <w:szCs w:val="21"/>
        </w:rPr>
        <w:t>（審査基準日</w:t>
      </w:r>
      <w:r w:rsidRPr="00A0709E">
        <w:rPr>
          <w:rFonts w:hAnsi="ＭＳ 明朝" w:hint="eastAsia"/>
          <w:kern w:val="20"/>
          <w:sz w:val="21"/>
          <w:szCs w:val="21"/>
        </w:rPr>
        <w:t>が令</w:t>
      </w:r>
      <w:r w:rsidRPr="00A0709E">
        <w:rPr>
          <w:rFonts w:hAnsi="ＭＳ 明朝"/>
          <w:kern w:val="20"/>
          <w:sz w:val="21"/>
          <w:szCs w:val="21"/>
        </w:rPr>
        <w:t>和</w:t>
      </w:r>
      <w:r w:rsidR="00483C6E">
        <w:rPr>
          <w:rFonts w:hAnsi="ＭＳ 明朝" w:hint="eastAsia"/>
          <w:kern w:val="20"/>
          <w:sz w:val="21"/>
          <w:szCs w:val="21"/>
        </w:rPr>
        <w:t>６</w:t>
      </w:r>
      <w:r w:rsidRPr="00A0709E">
        <w:rPr>
          <w:rFonts w:hAnsi="ＭＳ 明朝" w:hint="eastAsia"/>
          <w:kern w:val="20"/>
          <w:sz w:val="21"/>
          <w:szCs w:val="21"/>
        </w:rPr>
        <w:t>年</w:t>
      </w:r>
      <w:r w:rsidR="00483C6E">
        <w:rPr>
          <w:rFonts w:hAnsi="ＭＳ 明朝" w:hint="eastAsia"/>
          <w:kern w:val="20"/>
          <w:sz w:val="21"/>
          <w:szCs w:val="21"/>
        </w:rPr>
        <w:t>８</w:t>
      </w:r>
      <w:r w:rsidRPr="00A0709E">
        <w:rPr>
          <w:rFonts w:hAnsi="ＭＳ 明朝" w:hint="eastAsia"/>
          <w:kern w:val="20"/>
          <w:sz w:val="21"/>
          <w:szCs w:val="21"/>
        </w:rPr>
        <w:t>月</w:t>
      </w:r>
      <w:r>
        <w:rPr>
          <w:rFonts w:hAnsi="ＭＳ 明朝" w:hint="eastAsia"/>
          <w:kern w:val="20"/>
          <w:sz w:val="21"/>
          <w:szCs w:val="21"/>
        </w:rPr>
        <w:t>31</w:t>
      </w:r>
      <w:r w:rsidRPr="00A0709E">
        <w:rPr>
          <w:rFonts w:hAnsi="ＭＳ 明朝" w:hint="eastAsia"/>
          <w:kern w:val="20"/>
          <w:sz w:val="21"/>
          <w:szCs w:val="21"/>
        </w:rPr>
        <w:t>日以後のもので直近のものに限る。</w:t>
      </w:r>
      <w:r w:rsidRPr="00A0709E">
        <w:rPr>
          <w:rFonts w:hAnsi="ＭＳ 明朝" w:hint="eastAsia"/>
          <w:snapToGrid w:val="0"/>
          <w:sz w:val="21"/>
          <w:szCs w:val="21"/>
        </w:rPr>
        <w:t>）</w:t>
      </w:r>
    </w:p>
    <w:p w:rsidR="009011ED" w:rsidRPr="00A0709E" w:rsidRDefault="00483C6E" w:rsidP="009011ED">
      <w:pPr>
        <w:autoSpaceDN w:val="0"/>
        <w:spacing w:line="290" w:lineRule="exact"/>
        <w:ind w:right="-21" w:firstLineChars="100" w:firstLine="217"/>
        <w:rPr>
          <w:rFonts w:hAnsi="ＭＳ 明朝" w:hint="eastAsia"/>
          <w:kern w:val="20"/>
          <w:sz w:val="21"/>
          <w:szCs w:val="21"/>
        </w:rPr>
      </w:pPr>
      <w:r>
        <w:rPr>
          <w:rFonts w:hAnsi="ＭＳ 明朝" w:hint="eastAsia"/>
          <w:kern w:val="20"/>
          <w:sz w:val="21"/>
          <w:szCs w:val="21"/>
        </w:rPr>
        <w:t>⑸</w:t>
      </w:r>
      <w:r w:rsidR="009011ED" w:rsidRPr="00A0709E">
        <w:rPr>
          <w:rFonts w:hAnsi="ＭＳ 明朝" w:hint="eastAsia"/>
          <w:kern w:val="20"/>
          <w:sz w:val="21"/>
          <w:szCs w:val="21"/>
        </w:rPr>
        <w:t xml:space="preserve">　委任状（電子入札用）（入札者以外の構成員分）</w:t>
      </w:r>
    </w:p>
    <w:p w:rsidR="009C6EC1" w:rsidRPr="00A0709E" w:rsidRDefault="00483C6E" w:rsidP="009011ED">
      <w:pPr>
        <w:autoSpaceDN w:val="0"/>
        <w:spacing w:line="290" w:lineRule="exact"/>
        <w:ind w:right="-21" w:firstLineChars="100" w:firstLine="217"/>
        <w:rPr>
          <w:rFonts w:hAnsi="ＭＳ 明朝" w:hint="eastAsia"/>
          <w:kern w:val="20"/>
          <w:sz w:val="21"/>
          <w:szCs w:val="21"/>
        </w:rPr>
      </w:pPr>
      <w:r>
        <w:rPr>
          <w:rFonts w:hAnsi="ＭＳ 明朝" w:hint="eastAsia"/>
          <w:kern w:val="20"/>
          <w:sz w:val="21"/>
          <w:szCs w:val="21"/>
        </w:rPr>
        <w:t>⑹</w:t>
      </w:r>
      <w:r w:rsidR="009011ED" w:rsidRPr="00A0709E">
        <w:rPr>
          <w:rFonts w:hAnsi="ＭＳ 明朝" w:hint="eastAsia"/>
          <w:kern w:val="20"/>
          <w:sz w:val="21"/>
          <w:szCs w:val="21"/>
        </w:rPr>
        <w:t xml:space="preserve">　</w:t>
      </w:r>
      <w:r w:rsidR="009011ED" w:rsidRPr="00A0709E">
        <w:rPr>
          <w:rFonts w:hAnsi="ＭＳ 明朝" w:hint="eastAsia"/>
          <w:snapToGrid w:val="0"/>
          <w:sz w:val="21"/>
          <w:szCs w:val="21"/>
        </w:rPr>
        <w:t>人的関係に関する調書</w:t>
      </w:r>
      <w:r w:rsidR="009011ED" w:rsidRPr="00A0709E">
        <w:rPr>
          <w:rFonts w:hAnsi="ＭＳ 明朝" w:hint="eastAsia"/>
          <w:kern w:val="20"/>
          <w:sz w:val="21"/>
          <w:szCs w:val="21"/>
        </w:rPr>
        <w:t>（構成員全員分）</w:t>
      </w:r>
    </w:p>
    <w:sectPr w:rsidR="009C6EC1" w:rsidRPr="00A0709E" w:rsidSect="005A0DD1">
      <w:pgSz w:w="11906" w:h="16838" w:code="9"/>
      <w:pgMar w:top="1134" w:right="1418" w:bottom="1134" w:left="1418" w:header="851" w:footer="851" w:gutter="0"/>
      <w:cols w:space="425"/>
      <w:docGrid w:type="linesAndChars" w:linePitch="301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3E8" w:rsidRDefault="002C23E8">
      <w:r>
        <w:separator/>
      </w:r>
    </w:p>
  </w:endnote>
  <w:endnote w:type="continuationSeparator" w:id="0">
    <w:p w:rsidR="002C23E8" w:rsidRDefault="002C2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3E8" w:rsidRDefault="002C23E8">
      <w:r>
        <w:separator/>
      </w:r>
    </w:p>
  </w:footnote>
  <w:footnote w:type="continuationSeparator" w:id="0">
    <w:p w:rsidR="002C23E8" w:rsidRDefault="002C23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D23C5"/>
    <w:multiLevelType w:val="hybridMultilevel"/>
    <w:tmpl w:val="284096A6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E895628"/>
    <w:multiLevelType w:val="singleLevel"/>
    <w:tmpl w:val="0C624688"/>
    <w:lvl w:ilvl="0">
      <w:start w:val="1"/>
      <w:numFmt w:val="decimal"/>
      <w:lvlText w:val="(%1)"/>
      <w:lvlJc w:val="left"/>
      <w:pPr>
        <w:tabs>
          <w:tab w:val="num" w:pos="1170"/>
        </w:tabs>
        <w:ind w:left="1170" w:hanging="510"/>
      </w:pPr>
      <w:rPr>
        <w:rFonts w:hint="eastAsia"/>
      </w:rPr>
    </w:lvl>
  </w:abstractNum>
  <w:abstractNum w:abstractNumId="2" w15:restartNumberingAfterBreak="0">
    <w:nsid w:val="724D4F37"/>
    <w:multiLevelType w:val="hybridMultilevel"/>
    <w:tmpl w:val="A0B232F0"/>
    <w:lvl w:ilvl="0">
      <w:start w:val="4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01"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690"/>
    <w:rsid w:val="000032BA"/>
    <w:rsid w:val="00014E45"/>
    <w:rsid w:val="00035AAA"/>
    <w:rsid w:val="00050532"/>
    <w:rsid w:val="0005701A"/>
    <w:rsid w:val="0005716F"/>
    <w:rsid w:val="000574F8"/>
    <w:rsid w:val="00061CC7"/>
    <w:rsid w:val="00072948"/>
    <w:rsid w:val="00073961"/>
    <w:rsid w:val="000771DF"/>
    <w:rsid w:val="00085171"/>
    <w:rsid w:val="000A2465"/>
    <w:rsid w:val="000A2A70"/>
    <w:rsid w:val="000B0C7C"/>
    <w:rsid w:val="000B5AEC"/>
    <w:rsid w:val="000C1A23"/>
    <w:rsid w:val="000D2807"/>
    <w:rsid w:val="000E583D"/>
    <w:rsid w:val="00106439"/>
    <w:rsid w:val="00110529"/>
    <w:rsid w:val="0011203E"/>
    <w:rsid w:val="00112874"/>
    <w:rsid w:val="00115555"/>
    <w:rsid w:val="00127B2E"/>
    <w:rsid w:val="00135435"/>
    <w:rsid w:val="00145195"/>
    <w:rsid w:val="001470CB"/>
    <w:rsid w:val="00184B15"/>
    <w:rsid w:val="00184C95"/>
    <w:rsid w:val="00187BCA"/>
    <w:rsid w:val="001A165B"/>
    <w:rsid w:val="001A34AD"/>
    <w:rsid w:val="001D7182"/>
    <w:rsid w:val="001F3305"/>
    <w:rsid w:val="0020524A"/>
    <w:rsid w:val="00210392"/>
    <w:rsid w:val="00212A37"/>
    <w:rsid w:val="00212AA5"/>
    <w:rsid w:val="00216020"/>
    <w:rsid w:val="00242537"/>
    <w:rsid w:val="00242B86"/>
    <w:rsid w:val="0024516D"/>
    <w:rsid w:val="002544BF"/>
    <w:rsid w:val="00255D61"/>
    <w:rsid w:val="00282859"/>
    <w:rsid w:val="002924AA"/>
    <w:rsid w:val="002972B4"/>
    <w:rsid w:val="002A429D"/>
    <w:rsid w:val="002B054A"/>
    <w:rsid w:val="002B5F27"/>
    <w:rsid w:val="002C0248"/>
    <w:rsid w:val="002C23E8"/>
    <w:rsid w:val="002C2941"/>
    <w:rsid w:val="002C5317"/>
    <w:rsid w:val="002F37EA"/>
    <w:rsid w:val="002F38CB"/>
    <w:rsid w:val="00300B71"/>
    <w:rsid w:val="003019F1"/>
    <w:rsid w:val="0030228B"/>
    <w:rsid w:val="00302CB4"/>
    <w:rsid w:val="00303FE4"/>
    <w:rsid w:val="0030691C"/>
    <w:rsid w:val="0031000C"/>
    <w:rsid w:val="003133CD"/>
    <w:rsid w:val="003161C1"/>
    <w:rsid w:val="00316B9F"/>
    <w:rsid w:val="0032329F"/>
    <w:rsid w:val="003236DF"/>
    <w:rsid w:val="00324AFE"/>
    <w:rsid w:val="003330ED"/>
    <w:rsid w:val="00351A45"/>
    <w:rsid w:val="00355D20"/>
    <w:rsid w:val="00372CE9"/>
    <w:rsid w:val="003935CE"/>
    <w:rsid w:val="003A086E"/>
    <w:rsid w:val="003A2711"/>
    <w:rsid w:val="003A3B42"/>
    <w:rsid w:val="003C076E"/>
    <w:rsid w:val="003C227C"/>
    <w:rsid w:val="003C26B2"/>
    <w:rsid w:val="003D063A"/>
    <w:rsid w:val="003F2C38"/>
    <w:rsid w:val="003F30AB"/>
    <w:rsid w:val="003F5803"/>
    <w:rsid w:val="00405BA5"/>
    <w:rsid w:val="004061EC"/>
    <w:rsid w:val="0042455F"/>
    <w:rsid w:val="004333A5"/>
    <w:rsid w:val="0044238F"/>
    <w:rsid w:val="004538A4"/>
    <w:rsid w:val="00460FF1"/>
    <w:rsid w:val="00481A75"/>
    <w:rsid w:val="00483C6E"/>
    <w:rsid w:val="00490CD3"/>
    <w:rsid w:val="00496BE9"/>
    <w:rsid w:val="0049788C"/>
    <w:rsid w:val="004D5B02"/>
    <w:rsid w:val="004F713A"/>
    <w:rsid w:val="00507755"/>
    <w:rsid w:val="00510BF6"/>
    <w:rsid w:val="005158EF"/>
    <w:rsid w:val="00521514"/>
    <w:rsid w:val="00543669"/>
    <w:rsid w:val="00543B82"/>
    <w:rsid w:val="00552441"/>
    <w:rsid w:val="00565465"/>
    <w:rsid w:val="0057166C"/>
    <w:rsid w:val="0058277C"/>
    <w:rsid w:val="00584C7C"/>
    <w:rsid w:val="005902D7"/>
    <w:rsid w:val="00590DC4"/>
    <w:rsid w:val="00596644"/>
    <w:rsid w:val="005A0DD1"/>
    <w:rsid w:val="005A110D"/>
    <w:rsid w:val="005F4938"/>
    <w:rsid w:val="00607C76"/>
    <w:rsid w:val="00612114"/>
    <w:rsid w:val="00622176"/>
    <w:rsid w:val="00634ABE"/>
    <w:rsid w:val="006405E3"/>
    <w:rsid w:val="0064331C"/>
    <w:rsid w:val="00652291"/>
    <w:rsid w:val="00656F5A"/>
    <w:rsid w:val="00671F3B"/>
    <w:rsid w:val="0067605A"/>
    <w:rsid w:val="0068295F"/>
    <w:rsid w:val="0069079F"/>
    <w:rsid w:val="0069149E"/>
    <w:rsid w:val="00693D0F"/>
    <w:rsid w:val="00693EC7"/>
    <w:rsid w:val="006A6C91"/>
    <w:rsid w:val="006C3952"/>
    <w:rsid w:val="006C3C70"/>
    <w:rsid w:val="006C4814"/>
    <w:rsid w:val="006C5310"/>
    <w:rsid w:val="006E15A5"/>
    <w:rsid w:val="006E2130"/>
    <w:rsid w:val="006E703B"/>
    <w:rsid w:val="006F6E7F"/>
    <w:rsid w:val="00704D08"/>
    <w:rsid w:val="00712A1D"/>
    <w:rsid w:val="00715271"/>
    <w:rsid w:val="00717671"/>
    <w:rsid w:val="0074215C"/>
    <w:rsid w:val="00745C2D"/>
    <w:rsid w:val="0075694B"/>
    <w:rsid w:val="00770454"/>
    <w:rsid w:val="007A74CF"/>
    <w:rsid w:val="007B1B3E"/>
    <w:rsid w:val="007C1536"/>
    <w:rsid w:val="007C5C3B"/>
    <w:rsid w:val="007D1AB0"/>
    <w:rsid w:val="007D321A"/>
    <w:rsid w:val="007D5B2A"/>
    <w:rsid w:val="007D5F28"/>
    <w:rsid w:val="007E0AD4"/>
    <w:rsid w:val="007F49F1"/>
    <w:rsid w:val="0080059E"/>
    <w:rsid w:val="00803EF3"/>
    <w:rsid w:val="00814E2E"/>
    <w:rsid w:val="008259C5"/>
    <w:rsid w:val="008400DF"/>
    <w:rsid w:val="008431B5"/>
    <w:rsid w:val="00851690"/>
    <w:rsid w:val="0085282C"/>
    <w:rsid w:val="00855269"/>
    <w:rsid w:val="00873073"/>
    <w:rsid w:val="008776CD"/>
    <w:rsid w:val="00893418"/>
    <w:rsid w:val="008945F0"/>
    <w:rsid w:val="008956BA"/>
    <w:rsid w:val="008A10CF"/>
    <w:rsid w:val="008B38B6"/>
    <w:rsid w:val="008B6577"/>
    <w:rsid w:val="008C6152"/>
    <w:rsid w:val="008C7444"/>
    <w:rsid w:val="008D5AB2"/>
    <w:rsid w:val="008E2531"/>
    <w:rsid w:val="008E3173"/>
    <w:rsid w:val="008E78FF"/>
    <w:rsid w:val="008F20C2"/>
    <w:rsid w:val="008F3B67"/>
    <w:rsid w:val="009011ED"/>
    <w:rsid w:val="00906F23"/>
    <w:rsid w:val="00907C6A"/>
    <w:rsid w:val="00916302"/>
    <w:rsid w:val="00923855"/>
    <w:rsid w:val="00926EFD"/>
    <w:rsid w:val="00936409"/>
    <w:rsid w:val="009450DD"/>
    <w:rsid w:val="00954AC6"/>
    <w:rsid w:val="00956979"/>
    <w:rsid w:val="00965D75"/>
    <w:rsid w:val="009669DE"/>
    <w:rsid w:val="00966EEA"/>
    <w:rsid w:val="009855C0"/>
    <w:rsid w:val="00993E86"/>
    <w:rsid w:val="00994A2C"/>
    <w:rsid w:val="009C6EC1"/>
    <w:rsid w:val="009E1485"/>
    <w:rsid w:val="009E7D5A"/>
    <w:rsid w:val="009F05C7"/>
    <w:rsid w:val="00A0709E"/>
    <w:rsid w:val="00A13546"/>
    <w:rsid w:val="00A23CBE"/>
    <w:rsid w:val="00A276CA"/>
    <w:rsid w:val="00A30212"/>
    <w:rsid w:val="00A31A32"/>
    <w:rsid w:val="00A33699"/>
    <w:rsid w:val="00A34A3E"/>
    <w:rsid w:val="00A41BDE"/>
    <w:rsid w:val="00A453FC"/>
    <w:rsid w:val="00A6783C"/>
    <w:rsid w:val="00A7653F"/>
    <w:rsid w:val="00A77D39"/>
    <w:rsid w:val="00A96023"/>
    <w:rsid w:val="00AB7CF7"/>
    <w:rsid w:val="00AC1EEB"/>
    <w:rsid w:val="00AC3E93"/>
    <w:rsid w:val="00AC4E13"/>
    <w:rsid w:val="00AC7259"/>
    <w:rsid w:val="00AC7279"/>
    <w:rsid w:val="00AD236A"/>
    <w:rsid w:val="00AD69D4"/>
    <w:rsid w:val="00AD722E"/>
    <w:rsid w:val="00AE3175"/>
    <w:rsid w:val="00AF41C4"/>
    <w:rsid w:val="00AF4A9D"/>
    <w:rsid w:val="00B064EE"/>
    <w:rsid w:val="00B10C4F"/>
    <w:rsid w:val="00B2105B"/>
    <w:rsid w:val="00B22410"/>
    <w:rsid w:val="00B5497B"/>
    <w:rsid w:val="00B607DF"/>
    <w:rsid w:val="00B61A0F"/>
    <w:rsid w:val="00B6401D"/>
    <w:rsid w:val="00B65EC7"/>
    <w:rsid w:val="00B7353C"/>
    <w:rsid w:val="00B75A15"/>
    <w:rsid w:val="00B8495F"/>
    <w:rsid w:val="00B90839"/>
    <w:rsid w:val="00B92F94"/>
    <w:rsid w:val="00B94AE7"/>
    <w:rsid w:val="00B94BF2"/>
    <w:rsid w:val="00BB7937"/>
    <w:rsid w:val="00BC5104"/>
    <w:rsid w:val="00BF161C"/>
    <w:rsid w:val="00BF4155"/>
    <w:rsid w:val="00C117A4"/>
    <w:rsid w:val="00C17B50"/>
    <w:rsid w:val="00C30973"/>
    <w:rsid w:val="00C36545"/>
    <w:rsid w:val="00C375A3"/>
    <w:rsid w:val="00C4492A"/>
    <w:rsid w:val="00C47E02"/>
    <w:rsid w:val="00C63BCD"/>
    <w:rsid w:val="00C725AF"/>
    <w:rsid w:val="00C72FEF"/>
    <w:rsid w:val="00C96E59"/>
    <w:rsid w:val="00CA5E38"/>
    <w:rsid w:val="00CB0064"/>
    <w:rsid w:val="00CC7632"/>
    <w:rsid w:val="00CE023A"/>
    <w:rsid w:val="00CE7A7B"/>
    <w:rsid w:val="00CF1A57"/>
    <w:rsid w:val="00CF7992"/>
    <w:rsid w:val="00D04974"/>
    <w:rsid w:val="00D067F5"/>
    <w:rsid w:val="00D10250"/>
    <w:rsid w:val="00D17BFE"/>
    <w:rsid w:val="00D27CC3"/>
    <w:rsid w:val="00D44B0D"/>
    <w:rsid w:val="00D45EC8"/>
    <w:rsid w:val="00D52870"/>
    <w:rsid w:val="00D530EA"/>
    <w:rsid w:val="00D5456A"/>
    <w:rsid w:val="00D6762A"/>
    <w:rsid w:val="00D74F4C"/>
    <w:rsid w:val="00D904DC"/>
    <w:rsid w:val="00D929B1"/>
    <w:rsid w:val="00D93376"/>
    <w:rsid w:val="00D979A3"/>
    <w:rsid w:val="00DA1BA9"/>
    <w:rsid w:val="00DA212E"/>
    <w:rsid w:val="00DA26D6"/>
    <w:rsid w:val="00DB0562"/>
    <w:rsid w:val="00DC5D89"/>
    <w:rsid w:val="00DC6D5A"/>
    <w:rsid w:val="00DD5E2F"/>
    <w:rsid w:val="00DE24F8"/>
    <w:rsid w:val="00E00EFA"/>
    <w:rsid w:val="00E01FF1"/>
    <w:rsid w:val="00E22334"/>
    <w:rsid w:val="00E3362A"/>
    <w:rsid w:val="00E4056C"/>
    <w:rsid w:val="00E47BC3"/>
    <w:rsid w:val="00E51251"/>
    <w:rsid w:val="00E560E8"/>
    <w:rsid w:val="00E57A69"/>
    <w:rsid w:val="00E64721"/>
    <w:rsid w:val="00E86352"/>
    <w:rsid w:val="00E934DA"/>
    <w:rsid w:val="00EA0E13"/>
    <w:rsid w:val="00EA5B47"/>
    <w:rsid w:val="00EB4CBA"/>
    <w:rsid w:val="00EC56B1"/>
    <w:rsid w:val="00EC6159"/>
    <w:rsid w:val="00EF5470"/>
    <w:rsid w:val="00F40297"/>
    <w:rsid w:val="00F706B4"/>
    <w:rsid w:val="00F82AEC"/>
    <w:rsid w:val="00F91F64"/>
    <w:rsid w:val="00F92848"/>
    <w:rsid w:val="00FA21D8"/>
    <w:rsid w:val="00FB17E1"/>
    <w:rsid w:val="00FB621A"/>
    <w:rsid w:val="00FB64D7"/>
    <w:rsid w:val="00FB7966"/>
    <w:rsid w:val="00FD200C"/>
    <w:rsid w:val="00FE62FF"/>
    <w:rsid w:val="00FF4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name="MSNCTYST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hAnsi="Courier New" w:cs="Century"/>
      <w:szCs w:val="21"/>
    </w:rPr>
  </w:style>
  <w:style w:type="paragraph" w:customStyle="1" w:styleId="1">
    <w:name w:val="(1)"/>
    <w:basedOn w:val="a"/>
    <w:pPr>
      <w:tabs>
        <w:tab w:val="left" w:pos="525"/>
      </w:tabs>
      <w:ind w:leftChars="50" w:left="315" w:hangingChars="100" w:hanging="210"/>
    </w:pPr>
  </w:style>
  <w:style w:type="paragraph" w:customStyle="1" w:styleId="10">
    <w:name w:val="1"/>
    <w:basedOn w:val="a"/>
  </w:style>
  <w:style w:type="paragraph" w:customStyle="1" w:styleId="11">
    <w:name w:val="1本文"/>
    <w:basedOn w:val="a"/>
    <w:pPr>
      <w:ind w:leftChars="100" w:left="210" w:firstLineChars="100" w:firstLine="210"/>
    </w:pPr>
  </w:style>
  <w:style w:type="paragraph" w:customStyle="1" w:styleId="a4">
    <w:name w:val="ア"/>
    <w:basedOn w:val="a"/>
    <w:pPr>
      <w:tabs>
        <w:tab w:val="left" w:pos="735"/>
      </w:tabs>
      <w:ind w:leftChars="150" w:left="525" w:hangingChars="100" w:hanging="210"/>
    </w:pPr>
  </w:style>
  <w:style w:type="paragraph" w:customStyle="1" w:styleId="a5">
    <w:name w:val="(ｱ)"/>
    <w:basedOn w:val="a"/>
    <w:pPr>
      <w:tabs>
        <w:tab w:val="left" w:pos="945"/>
      </w:tabs>
      <w:ind w:leftChars="250" w:left="735" w:hangingChars="100" w:hanging="210"/>
    </w:pPr>
  </w:style>
  <w:style w:type="paragraph" w:customStyle="1" w:styleId="12">
    <w:name w:val="(1)本文"/>
    <w:basedOn w:val="a"/>
    <w:pPr>
      <w:ind w:leftChars="150" w:left="315" w:firstLineChars="100" w:firstLine="210"/>
    </w:pPr>
  </w:style>
  <w:style w:type="paragraph" w:customStyle="1" w:styleId="a6">
    <w:name w:val="イ本文"/>
    <w:basedOn w:val="a"/>
    <w:pPr>
      <w:ind w:leftChars="350" w:left="735"/>
    </w:pPr>
  </w:style>
  <w:style w:type="paragraph" w:styleId="a7">
    <w:name w:val="Closing"/>
    <w:basedOn w:val="a"/>
    <w:pPr>
      <w:jc w:val="right"/>
    </w:pPr>
  </w:style>
  <w:style w:type="paragraph" w:styleId="a8">
    <w:name w:val="Note Heading"/>
    <w:basedOn w:val="a"/>
    <w:next w:val="a"/>
    <w:pPr>
      <w:jc w:val="center"/>
    </w:pPr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a">
    <w:name w:val="Body Text Indent"/>
    <w:basedOn w:val="a"/>
    <w:pPr>
      <w:autoSpaceDN w:val="0"/>
      <w:ind w:firstLineChars="2116" w:firstLine="4532"/>
    </w:pPr>
  </w:style>
  <w:style w:type="paragraph" w:styleId="ab">
    <w:name w:val="header"/>
    <w:basedOn w:val="a"/>
    <w:rsid w:val="00EF5470"/>
    <w:pPr>
      <w:tabs>
        <w:tab w:val="center" w:pos="4252"/>
        <w:tab w:val="right" w:pos="8504"/>
      </w:tabs>
      <w:snapToGrid w:val="0"/>
    </w:pPr>
  </w:style>
  <w:style w:type="paragraph" w:styleId="ac">
    <w:name w:val="footer"/>
    <w:basedOn w:val="a"/>
    <w:rsid w:val="00EF547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&#24037;&#20107;&#22865;&#32004;&#20418;\&#9671;&#26465;&#20214;&#20184;&#19968;&#33324;&#31478;&#20105;&#20837;&#26413;\19&#24180;&#24230;&#12288;&#26465;&#20214;&#20184;&#19968;&#33324;&#31478;&#20105;&#20837;&#26413;\&#9734;&#19968;&#33324;&#31478;&#20105;&#20837;&#26413;&#65288;&#35201;&#32177;&#12289;&#20181;&#27096;&#26360;&#12394;&#12393;&#65289;\&#9734;&#9734;%20&#20837;&#26413;&#21442;&#21152;&#36039;&#26684;&#30906;&#35469;&#30003;&#35531;&#26360;&#12411;&#12363;&#27096;&#24335;&#65288;1-5&#65289;&#12288;070829&#9734;&#9734;\&#65288;&#27096;&#24335;&#65297;&#65289;&#20837;&#26413;&#21442;&#21152;&#36039;&#26684;&#30003;&#35531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D140F-A83A-45F0-96E2-548E660FA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（様式１）入札参加資格申請書.dot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/>
  <cp:keywords/>
  <cp:lastModifiedBy/>
  <cp:revision>1</cp:revision>
  <cp:lastPrinted>2012-07-27T01:37:00Z</cp:lastPrinted>
  <dcterms:created xsi:type="dcterms:W3CDTF">2026-02-10T08:49:00Z</dcterms:created>
  <dcterms:modified xsi:type="dcterms:W3CDTF">2026-02-10T08:49:00Z</dcterms:modified>
</cp:coreProperties>
</file>